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D70AF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211BB" w:rsidRPr="00F211B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211BB" w:rsidRPr="00F211BB">
        <w:rPr>
          <w:b/>
          <w:sz w:val="24"/>
        </w:rPr>
        <w:t>BP.271.30.2019.BS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211BB" w:rsidRPr="00F211BB">
        <w:rPr>
          <w:b/>
        </w:rPr>
        <w:t>przetarg nieograniczony</w:t>
      </w:r>
      <w:r w:rsidR="00753DC1">
        <w:t xml:space="preserve"> na:</w:t>
      </w:r>
    </w:p>
    <w:p w:rsidR="0000184A" w:rsidRDefault="00F211B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211BB">
        <w:rPr>
          <w:b/>
          <w:sz w:val="24"/>
          <w:szCs w:val="24"/>
        </w:rPr>
        <w:t>Zagospodarowanie terenu przy SP5, budowa placu street workout, boiska do piłki siatkowej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211BB" w:rsidRPr="00F211B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211BB" w:rsidRPr="00F211BB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211BB" w:rsidRPr="00F211BB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1A" w:rsidRDefault="000F0A1A">
      <w:r>
        <w:separator/>
      </w:r>
    </w:p>
  </w:endnote>
  <w:endnote w:type="continuationSeparator" w:id="0">
    <w:p w:rsidR="000F0A1A" w:rsidRDefault="000F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D70A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C55C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C55C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BB" w:rsidRDefault="00F211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1A" w:rsidRDefault="000F0A1A">
      <w:r>
        <w:separator/>
      </w:r>
    </w:p>
  </w:footnote>
  <w:footnote w:type="continuationSeparator" w:id="0">
    <w:p w:rsidR="000F0A1A" w:rsidRDefault="000F0A1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BB" w:rsidRDefault="00F211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BB" w:rsidRDefault="00F211B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BB" w:rsidRDefault="00F211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1A"/>
    <w:rsid w:val="0000184A"/>
    <w:rsid w:val="00012997"/>
    <w:rsid w:val="000621A2"/>
    <w:rsid w:val="00075CEC"/>
    <w:rsid w:val="000F0A1A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9C55C4"/>
    <w:rsid w:val="009D70AF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211BB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AC6F0-860B-4F73-80F3-ED87F93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2019-07-09T10:19:00Z</dcterms:created>
  <dcterms:modified xsi:type="dcterms:W3CDTF">2019-07-09T10:19:00Z</dcterms:modified>
</cp:coreProperties>
</file>